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4"/>
        <w:gridCol w:w="7662"/>
        <w:gridCol w:w="13"/>
      </w:tblGrid>
      <w:tr w:rsidR="003B7DF9" w:rsidTr="002105EE">
        <w:trPr>
          <w:gridAfter w:val="1"/>
          <w:wAfter w:w="13" w:type="dxa"/>
        </w:trPr>
        <w:tc>
          <w:tcPr>
            <w:tcW w:w="19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C44F1" w:rsidP="006015A1"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culli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proofErr w:type="spellEnd"/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3C4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3C44F1">
            <w:pPr>
              <w:rPr>
                <w:sz w:val="18"/>
                <w:szCs w:val="18"/>
              </w:rPr>
            </w:pPr>
          </w:p>
        </w:tc>
      </w:tr>
      <w:tr w:rsidR="003B7DF9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155FB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</w:t>
            </w:r>
            <w:r w:rsidR="00F8647F"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Number:</w:t>
            </w:r>
          </w:p>
        </w:tc>
        <w:tc>
          <w:tcPr>
            <w:tcW w:w="76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3C44F1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3C44F1">
              <w:rPr>
                <w:rFonts w:ascii="Arial" w:hAnsi="Arial" w:cs="Arial"/>
                <w:sz w:val="18"/>
                <w:szCs w:val="18"/>
              </w:rPr>
              <w:t>Swelling of the left leg? PVD/Venous insufficiency</w:t>
            </w:r>
          </w:p>
        </w:tc>
      </w:tr>
      <w:tr w:rsidR="00A549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2105EE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34322A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2105EE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3C44F1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4683760</wp:posOffset>
                      </wp:positionH>
                      <wp:positionV relativeFrom="paragraph">
                        <wp:posOffset>4116705</wp:posOffset>
                      </wp:positionV>
                      <wp:extent cx="189865" cy="255270"/>
                      <wp:effectExtent l="12700" t="8255" r="54610" b="41275"/>
                      <wp:wrapNone/>
                      <wp:docPr id="66" name="AutoShap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255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494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79" o:spid="_x0000_s1026" type="#_x0000_t32" style="position:absolute;margin-left:368.8pt;margin-top:324.15pt;width:14.95pt;height:20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" strokecolor="blue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2296160</wp:posOffset>
                      </wp:positionH>
                      <wp:positionV relativeFrom="paragraph">
                        <wp:posOffset>1227455</wp:posOffset>
                      </wp:positionV>
                      <wp:extent cx="347345" cy="200025"/>
                      <wp:effectExtent l="6350" t="5080" r="8255" b="13970"/>
                      <wp:wrapNone/>
                      <wp:docPr id="65" name="Freeform 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7345" cy="200025"/>
                              </a:xfrm>
                              <a:custGeom>
                                <a:avLst/>
                                <a:gdLst>
                                  <a:gd name="T0" fmla="*/ 0 w 547"/>
                                  <a:gd name="T1" fmla="*/ 0 h 315"/>
                                  <a:gd name="T2" fmla="*/ 13 w 547"/>
                                  <a:gd name="T3" fmla="*/ 39 h 315"/>
                                  <a:gd name="T4" fmla="*/ 65 w 547"/>
                                  <a:gd name="T5" fmla="*/ 91 h 315"/>
                                  <a:gd name="T6" fmla="*/ 130 w 547"/>
                                  <a:gd name="T7" fmla="*/ 150 h 315"/>
                                  <a:gd name="T8" fmla="*/ 534 w 547"/>
                                  <a:gd name="T9" fmla="*/ 293 h 315"/>
                                  <a:gd name="T10" fmla="*/ 52 w 547"/>
                                  <a:gd name="T11" fmla="*/ 19 h 3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47" h="315">
                                    <a:moveTo>
                                      <a:pt x="0" y="0"/>
                                    </a:moveTo>
                                    <a:cubicBezTo>
                                      <a:pt x="1" y="12"/>
                                      <a:pt x="2" y="24"/>
                                      <a:pt x="13" y="39"/>
                                    </a:cubicBezTo>
                                    <a:cubicBezTo>
                                      <a:pt x="24" y="54"/>
                                      <a:pt x="46" y="73"/>
                                      <a:pt x="65" y="91"/>
                                    </a:cubicBezTo>
                                    <a:cubicBezTo>
                                      <a:pt x="84" y="109"/>
                                      <a:pt x="52" y="116"/>
                                      <a:pt x="130" y="150"/>
                                    </a:cubicBezTo>
                                    <a:cubicBezTo>
                                      <a:pt x="208" y="184"/>
                                      <a:pt x="547" y="315"/>
                                      <a:pt x="534" y="293"/>
                                    </a:cubicBezTo>
                                    <a:cubicBezTo>
                                      <a:pt x="521" y="271"/>
                                      <a:pt x="286" y="145"/>
                                      <a:pt x="52" y="1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53DFD" id="Freeform 478" o:spid="_x0000_s1026" style="position:absolute;margin-left:180.8pt;margin-top:96.65pt;width:27.35pt;height:15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7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" path="m,c1,12,2,24,13,39,24,54,46,73,65,91v19,18,-13,25,65,59c208,184,547,315,534,293,521,271,286,145,52,19e" fillcolor="#333">
                      <v:path arrowok="t" o:connecttype="custom" o:connectlocs="0,0;8255,24765;41275,57785;82550,95250;339090,186055;33020,12065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4211955</wp:posOffset>
                      </wp:positionH>
                      <wp:positionV relativeFrom="paragraph">
                        <wp:posOffset>2583180</wp:posOffset>
                      </wp:positionV>
                      <wp:extent cx="252095" cy="810895"/>
                      <wp:effectExtent l="7620" t="8255" r="6985" b="9525"/>
                      <wp:wrapNone/>
                      <wp:docPr id="64" name="Freeform 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2095" cy="810895"/>
                              </a:xfrm>
                              <a:custGeom>
                                <a:avLst/>
                                <a:gdLst>
                                  <a:gd name="T0" fmla="*/ 390 w 397"/>
                                  <a:gd name="T1" fmla="*/ 1159 h 1277"/>
                                  <a:gd name="T2" fmla="*/ 332 w 397"/>
                                  <a:gd name="T3" fmla="*/ 1167 h 1277"/>
                                  <a:gd name="T4" fmla="*/ 165 w 397"/>
                                  <a:gd name="T5" fmla="*/ 501 h 1277"/>
                                  <a:gd name="T6" fmla="*/ 24 w 397"/>
                                  <a:gd name="T7" fmla="*/ 127 h 1277"/>
                                  <a:gd name="T8" fmla="*/ 24 w 397"/>
                                  <a:gd name="T9" fmla="*/ 18 h 1277"/>
                                  <a:gd name="T10" fmla="*/ 165 w 397"/>
                                  <a:gd name="T11" fmla="*/ 235 h 1277"/>
                                  <a:gd name="T12" fmla="*/ 290 w 397"/>
                                  <a:gd name="T13" fmla="*/ 718 h 1277"/>
                                  <a:gd name="T14" fmla="*/ 390 w 397"/>
                                  <a:gd name="T15" fmla="*/ 1159 h 1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97" h="1277">
                                    <a:moveTo>
                                      <a:pt x="390" y="1159"/>
                                    </a:moveTo>
                                    <a:cubicBezTo>
                                      <a:pt x="397" y="1234"/>
                                      <a:pt x="370" y="1277"/>
                                      <a:pt x="332" y="1167"/>
                                    </a:cubicBezTo>
                                    <a:cubicBezTo>
                                      <a:pt x="294" y="1057"/>
                                      <a:pt x="216" y="674"/>
                                      <a:pt x="165" y="501"/>
                                    </a:cubicBezTo>
                                    <a:cubicBezTo>
                                      <a:pt x="114" y="328"/>
                                      <a:pt x="48" y="208"/>
                                      <a:pt x="24" y="127"/>
                                    </a:cubicBezTo>
                                    <a:cubicBezTo>
                                      <a:pt x="0" y="46"/>
                                      <a:pt x="1" y="0"/>
                                      <a:pt x="24" y="18"/>
                                    </a:cubicBezTo>
                                    <a:cubicBezTo>
                                      <a:pt x="47" y="36"/>
                                      <a:pt x="121" y="118"/>
                                      <a:pt x="165" y="235"/>
                                    </a:cubicBezTo>
                                    <a:cubicBezTo>
                                      <a:pt x="209" y="352"/>
                                      <a:pt x="250" y="559"/>
                                      <a:pt x="290" y="718"/>
                                    </a:cubicBezTo>
                                    <a:cubicBezTo>
                                      <a:pt x="330" y="877"/>
                                      <a:pt x="383" y="1084"/>
                                      <a:pt x="390" y="1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1E27D" id="Freeform 476" o:spid="_x0000_s1026" style="position:absolute;margin-left:331.65pt;margin-top:203.4pt;width:19.85pt;height:63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7,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" path="m390,1159v7,75,-20,118,-58,8c294,1057,216,674,165,501,114,328,48,208,24,127,,46,1,,24,18v23,18,97,100,141,217c209,352,250,559,290,718v40,159,93,366,100,441xe" fillcolor="#333">
                      <v:path arrowok="t" o:connecttype="custom" o:connectlocs="247650,735965;210820,741045;104775,318135;15240,80645;15240,11430;104775,149225;184150,455930;247650,735965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2371725</wp:posOffset>
                      </wp:positionV>
                      <wp:extent cx="306070" cy="152400"/>
                      <wp:effectExtent l="8255" t="6350" r="0" b="3175"/>
                      <wp:wrapNone/>
                      <wp:docPr id="6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C44F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49" o:spid="_x0000_s1026" type="#_x0000_t202" style="position:absolute;left:0;text-align:left;margin-left:273.2pt;margin-top:186.7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bh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C44F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1487170</wp:posOffset>
                      </wp:positionV>
                      <wp:extent cx="477520" cy="152400"/>
                      <wp:effectExtent l="0" t="7620" r="8255" b="1905"/>
                      <wp:wrapNone/>
                      <wp:docPr id="6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3C44F1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27" type="#_x0000_t202" style="position:absolute;left:0;text-align:left;margin-left:141.3pt;margin-top:117.1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+yog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3C44F1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4477385</wp:posOffset>
                      </wp:positionH>
                      <wp:positionV relativeFrom="paragraph">
                        <wp:posOffset>3451860</wp:posOffset>
                      </wp:positionV>
                      <wp:extent cx="157480" cy="621665"/>
                      <wp:effectExtent l="53975" t="29210" r="7620" b="6350"/>
                      <wp:wrapNone/>
                      <wp:docPr id="61" name="AutoShape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57480" cy="621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4F729" id="AutoShape 460" o:spid="_x0000_s1026" type="#_x0000_t32" style="position:absolute;margin-left:352.55pt;margin-top:271.8pt;width:12.4pt;height:48.9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" strokecolor="red">
                      <v:stroke endarrow="block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58420</wp:posOffset>
                      </wp:positionV>
                      <wp:extent cx="5637530" cy="5010785"/>
                      <wp:effectExtent l="5080" t="7620" r="15240" b="0"/>
                      <wp:wrapNone/>
                      <wp:docPr id="38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39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406C10" id="Group 230" o:spid="_x0000_s1026" style="position:absolute;margin-left:14.2pt;margin-top:4.6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2345690</wp:posOffset>
                      </wp:positionV>
                      <wp:extent cx="949325" cy="1978025"/>
                      <wp:effectExtent l="56515" t="27940" r="60960" b="13335"/>
                      <wp:wrapNone/>
                      <wp:docPr id="37" name="Freeform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AD860" id="Freeform 474" o:spid="_x0000_s1026" style="position:absolute;margin-left:304pt;margin-top:184.7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2298700</wp:posOffset>
                      </wp:positionV>
                      <wp:extent cx="952500" cy="1995805"/>
                      <wp:effectExtent l="62230" t="47625" r="52070" b="52070"/>
                      <wp:wrapNone/>
                      <wp:docPr id="36" name="Freeform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AAA85" id="Freeform 473" o:spid="_x0000_s1026" style="position:absolute;margin-left:307.45pt;margin-top:181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2366010</wp:posOffset>
                      </wp:positionV>
                      <wp:extent cx="756285" cy="1861185"/>
                      <wp:effectExtent l="6350" t="10160" r="27940" b="43180"/>
                      <wp:wrapNone/>
                      <wp:docPr id="35" name="Freeform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57A81" id="Freeform 472" o:spid="_x0000_s1026" style="position:absolute;margin-left:303.05pt;margin-top:186.3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2562225</wp:posOffset>
                      </wp:positionV>
                      <wp:extent cx="683260" cy="1691005"/>
                      <wp:effectExtent l="44450" t="82550" r="15240" b="26670"/>
                      <wp:wrapNone/>
                      <wp:docPr id="34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B9384" id="Freeform 471" o:spid="_x0000_s1026" style="position:absolute;margin-left:306.05pt;margin-top:201.75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2568575</wp:posOffset>
                      </wp:positionV>
                      <wp:extent cx="629920" cy="1831340"/>
                      <wp:effectExtent l="8255" t="31750" r="9525" b="13335"/>
                      <wp:wrapNone/>
                      <wp:docPr id="33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5605D50" id="Freeform 470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46.45pt,349.2pt,334.45pt,342.3pt,308.6pt,334.7pt,286.25pt,324.75pt,265.45pt,316.2pt,250.25pt,309.75pt,234.3pt,306.3pt,221.6pt,304.7pt,212.4pt,304.7pt,204.75pt,306.05pt,202.25pt,305.85pt,214.25pt,308.85pt,228.75pt,316.7pt,248.4pt,326.6pt,267.55pt,334.2pt,282.55pt,338.4pt,293.6pt,345.05pt,315.55pt,351.75pt,339.75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2553970</wp:posOffset>
                      </wp:positionV>
                      <wp:extent cx="638810" cy="1884045"/>
                      <wp:effectExtent l="10795" t="74295" r="45720" b="13335"/>
                      <wp:wrapNone/>
                      <wp:docPr id="32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D4AD6" id="Freeform 469" o:spid="_x0000_s1026" style="position:absolute;margin-left:301.9pt;margin-top:201.1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1969135</wp:posOffset>
                      </wp:positionV>
                      <wp:extent cx="432435" cy="622935"/>
                      <wp:effectExtent l="48895" t="41910" r="13970" b="49530"/>
                      <wp:wrapNone/>
                      <wp:docPr id="31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713D0" id="Freeform 468" o:spid="_x0000_s1026" style="position:absolute;margin-left:268.9pt;margin-top:155.05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1886585</wp:posOffset>
                      </wp:positionV>
                      <wp:extent cx="417195" cy="414655"/>
                      <wp:effectExtent l="51435" t="54610" r="55245" b="45085"/>
                      <wp:wrapNone/>
                      <wp:docPr id="30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0C597" id="Freeform 467" o:spid="_x0000_s1026" style="position:absolute;margin-left:274.35pt;margin-top:148.55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1167130</wp:posOffset>
                      </wp:positionV>
                      <wp:extent cx="1604645" cy="887095"/>
                      <wp:effectExtent l="57150" t="20955" r="62230" b="53975"/>
                      <wp:wrapNone/>
                      <wp:docPr id="29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8E100" id="Freeform 466" o:spid="_x0000_s1026" style="position:absolute;margin-left:150.3pt;margin-top:91.9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1045845</wp:posOffset>
                      </wp:positionV>
                      <wp:extent cx="1656080" cy="887730"/>
                      <wp:effectExtent l="69215" t="42545" r="65405" b="50800"/>
                      <wp:wrapNone/>
                      <wp:docPr id="28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318CE" id="Freeform 465" o:spid="_x0000_s1026" style="position:absolute;margin-left:147.5pt;margin-top:82.35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896620</wp:posOffset>
                      </wp:positionV>
                      <wp:extent cx="929640" cy="370205"/>
                      <wp:effectExtent l="13970" t="17145" r="66040" b="60325"/>
                      <wp:wrapNone/>
                      <wp:docPr id="27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41AD6" id="Freeform 464" o:spid="_x0000_s1026" style="position:absolute;margin-left:73.4pt;margin-top:70.6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773430</wp:posOffset>
                      </wp:positionV>
                      <wp:extent cx="882650" cy="292100"/>
                      <wp:effectExtent l="39370" t="27305" r="11430" b="71120"/>
                      <wp:wrapNone/>
                      <wp:docPr id="26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F2C86" id="Freeform 463" o:spid="_x0000_s1026" style="position:absolute;margin-left:81.4pt;margin-top:60.9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722630</wp:posOffset>
                      </wp:positionV>
                      <wp:extent cx="352425" cy="254635"/>
                      <wp:effectExtent l="35560" t="5080" r="21590" b="35560"/>
                      <wp:wrapNone/>
                      <wp:docPr id="25" name="Freeform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6A739" id="Freeform 462" o:spid="_x0000_s1026" style="position:absolute;margin-left:40.6pt;margin-top:56.9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375285</wp:posOffset>
                      </wp:positionV>
                      <wp:extent cx="594360" cy="422275"/>
                      <wp:effectExtent l="31115" t="48260" r="60325" b="15240"/>
                      <wp:wrapNone/>
                      <wp:docPr id="24" name="Freeform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EE879" id="Freeform 461" o:spid="_x0000_s1026" style="position:absolute;margin-left:40.25pt;margin-top:29.55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91795" cy="152400"/>
                      <wp:effectExtent l="7620" t="8890" r="635" b="635"/>
                      <wp:wrapNone/>
                      <wp:docPr id="23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7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197/81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28" type="#_x0000_t202" style="position:absolute;left:0;text-align:left;margin-left:188.4pt;margin-top:72.2pt;width:30.8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rOPoQIAAFQ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197/81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8255" r="9525" b="10795"/>
                      <wp:wrapNone/>
                      <wp:docPr id="22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E3402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Wt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DzK&#10;pa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0" r="2540" b="0"/>
                      <wp:wrapNone/>
                      <wp:docPr id="21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29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CF63ZN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8255" r="9525" b="10795"/>
                      <wp:wrapNone/>
                      <wp:docPr id="20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4C4350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aJGEw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635" r="6350" b="8890"/>
                      <wp:wrapNone/>
                      <wp:docPr id="19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30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6350" r="7620" b="12700"/>
                      <wp:wrapNone/>
                      <wp:docPr id="18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AE82D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G11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1270" r="635" b="8255"/>
                      <wp:wrapNone/>
                      <wp:docPr id="17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31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Tfe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B6tTfe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2540" r="5715" b="6985"/>
                      <wp:wrapNone/>
                      <wp:docPr id="16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C44F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2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n9Qja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C44F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5715" r="635" b="3810"/>
                      <wp:wrapNone/>
                      <wp:docPr id="15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3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hCBJd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2540" r="5715" b="6985"/>
                      <wp:wrapNone/>
                      <wp:docPr id="14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C44F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4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Qu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wQlQu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C44F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0" r="6350" b="0"/>
                      <wp:wrapNone/>
                      <wp:docPr id="13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5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MHP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Magwc+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6350" r="1905" b="3175"/>
                      <wp:wrapNone/>
                      <wp:docPr id="12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C44F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102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6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bL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Kqf1su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C44F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102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7620" r="2540" b="1905"/>
                      <wp:wrapNone/>
                      <wp:docPr id="11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95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7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5voQ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95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3810" r="2540" b="5715"/>
                      <wp:wrapNone/>
                      <wp:docPr id="10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90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8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90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0" r="635" b="0"/>
                      <wp:wrapNone/>
                      <wp:docPr id="9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C44F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170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9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bT2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C44F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170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2540" r="0" b="0"/>
                      <wp:wrapNone/>
                      <wp:docPr id="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0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WszwIAAOc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9AoQTto0RPbGXQvd+iaxLY+Q69TcHvswdHswAB9dlx1/yDL7xoJuWioWLM7peTQMFpBfqG96V9c&#10;HXG0BVkNn2QFgejGSAe0q1VniwflQIAOfdqfemOTKW3ISUySKZhKsM3CaRS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9A4YH9jcdWpktRORdDeTuuL8plKZ7LBZI4&#10;isGJ2up4VLTZrXbu/YQzi2wVv5LVHmSuJKgQBAvTERaNVD8xGmDSZFj/2FDFMGo/CngqSUiIHU1u&#10;QyazCDbq0rK6tFBRAlSGDUbjcmHGcbbpFV83EGl8nELewfOquVP+OavDo4Rp4sgdJp8dV5d753We&#10;z/Pf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MgK1azPAgAA5w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2105EE">
        <w:tc>
          <w:tcPr>
            <w:tcW w:w="19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10795</wp:posOffset>
                      </wp:positionV>
                      <wp:extent cx="395605" cy="61595"/>
                      <wp:effectExtent l="9525" t="6985" r="13970" b="17145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B94C2" id="Freeform 89" o:spid="_x0000_s1026" style="position:absolute;margin-left:57.3pt;margin-top:.8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3731895</wp:posOffset>
                      </wp:positionH>
                      <wp:positionV relativeFrom="paragraph">
                        <wp:posOffset>12700</wp:posOffset>
                      </wp:positionV>
                      <wp:extent cx="335280" cy="62865"/>
                      <wp:effectExtent l="20320" t="18415" r="34925" b="13970"/>
                      <wp:wrapNone/>
                      <wp:docPr id="6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9CF65" id="Freeform 92" o:spid="_x0000_s1026" style="position:absolute;margin-left:293.85pt;margin-top:1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U0BAQAADoNAAAOAAAAZHJzL2Uyb0RvYy54bWysV12PmzgUfV+p/8HyY6UO2Al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12065</wp:posOffset>
                      </wp:positionV>
                      <wp:extent cx="395605" cy="61595"/>
                      <wp:effectExtent l="7620" t="8255" r="6350" b="15875"/>
                      <wp:wrapNone/>
                      <wp:docPr id="5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F64A5" id="Freeform 91" o:spid="_x0000_s1026" style="position:absolute;margin-left:198.35pt;margin-top:.9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cWkQ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15875</wp:posOffset>
                      </wp:positionV>
                      <wp:extent cx="395605" cy="61595"/>
                      <wp:effectExtent l="12700" t="12065" r="10795" b="12065"/>
                      <wp:wrapNone/>
                      <wp:docPr id="4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A38D3" id="Freeform 90" o:spid="_x0000_s1026" style="position:absolute;margin-left:137.25pt;margin-top:1.2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s5kQ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12065</wp:posOffset>
                      </wp:positionV>
                      <wp:extent cx="395605" cy="61595"/>
                      <wp:effectExtent l="13970" t="8255" r="9525" b="15875"/>
                      <wp:wrapNone/>
                      <wp:docPr id="3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23172" id="Freeform 88" o:spid="_x0000_s1026" alt="Granite" style="position:absolute;margin-left:51.1pt;margin-top:.9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GoS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C6ITe3QAAAAgBAAAPAAAAZHJzL2Rv&#10;d25yZXYueG1sTI/BTsMwEETvSP0Ha5G4UScRhDTEqSoqRAWnlqpnJ16SiHgdxW4b+PpuT3Cb0Yxm&#10;3xbLyfbihKPvHCmI5xEIpNqZjhoF+8/X+wyED5qM7h2hgh/0sCxnN4XOjTvTFk+70AgeIZ9rBW0I&#10;Qy6lr1u02s/dgMTZlxutDmzHRppRn3nc9jKJolRa3RFfaPWALy3W37ujVeCm7UezfttXPn7KQrZZ&#10;2/f496DU3e20egYRcAp/ZbjiMzqUzFS5IxkvevZRknCVxQLENU8fHkFULOIUZFnI/w+UF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CgRqEi+QQAAGMNAAAOAAAAAAAAAAAAAAAAADwCAABkcnMv&#10;ZTJvRG9jLnhtbFBLAQItABQABgAIAAAAIQBYYLMbugAAACIBAAAZAAAAAAAAAAAAAAAAAGEHAABk&#10;cnMvX3JlbHMvZTJvRG9jLnhtbC5yZWxzUEsBAi0AFAAGAAgAAAAhAELohN7dAAAACA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A34D2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9A34D2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9A34D2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72033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3C44F1" w:rsidP="006015A1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Diffuse calcification throughout. 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3C44F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Aorta and Common Iliac artery not visualized due to bowel gas. Left EIA patent. No disease seen.  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No significant stenosis. 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SFA (50-74%) stenosis. Atheromatous throughout. 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F8647F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C44F1" w:rsidP="003C44F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2 vessel run-off to ankle.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ATA occluded to mid-segment. Retrograde flow from ankle to site of occlusion.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Antegrade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flow from ankle. </w:t>
            </w:r>
          </w:p>
        </w:tc>
      </w:tr>
      <w:tr w:rsidR="002155FB" w:rsidRPr="006015A1" w:rsidTr="002105EE">
        <w:trPr>
          <w:gridAfter w:val="1"/>
          <w:wAfter w:w="13" w:type="dxa"/>
        </w:trPr>
        <w:tc>
          <w:tcPr>
            <w:tcW w:w="19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155FB" w:rsidRPr="006015A1" w:rsidRDefault="002105EE" w:rsidP="006015A1">
            <w:pPr>
              <w:tabs>
                <w:tab w:val="left" w:pos="2127"/>
              </w:tabs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44F1" w:rsidRDefault="003C44F1" w:rsidP="006015A1">
            <w:pPr>
              <w:tabs>
                <w:tab w:val="left" w:pos="2127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C56EDD" w:rsidRDefault="003C44F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1613535</wp:posOffset>
                </wp:positionV>
                <wp:extent cx="1181100" cy="523875"/>
                <wp:effectExtent l="9525" t="9525" r="9525" b="9525"/>
                <wp:wrapNone/>
                <wp:docPr id="2" name="Freeform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0" cy="523875"/>
                        </a:xfrm>
                        <a:custGeom>
                          <a:avLst/>
                          <a:gdLst>
                            <a:gd name="T0" fmla="*/ 1860 w 1860"/>
                            <a:gd name="T1" fmla="*/ 0 h 825"/>
                            <a:gd name="T2" fmla="*/ 0 w 1860"/>
                            <a:gd name="T3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60" h="825">
                              <a:moveTo>
                                <a:pt x="1860" y="0"/>
                              </a:moveTo>
                              <a:cubicBezTo>
                                <a:pt x="1860" y="0"/>
                                <a:pt x="930" y="412"/>
                                <a:pt x="0" y="8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32F12F20" id="Freeform 477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3.55pt,127.05pt" control1="83.55pt,127.05pt" control2="37.05pt,147.65pt" to="-9.45pt,168.3pt" coordsize="1860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" filled="f">
                <v:path arrowok="t" o:connecttype="custom" o:connectlocs="1181100,0;0,523875" o:connectangles="0,0"/>
              </v:curv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F1" w:rsidRDefault="003C44F1">
      <w:r>
        <w:separator/>
      </w:r>
    </w:p>
  </w:endnote>
  <w:endnote w:type="continuationSeparator" w:id="0">
    <w:p w:rsidR="003C44F1" w:rsidRDefault="003C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F1" w:rsidRDefault="003C44F1">
      <w:r>
        <w:separator/>
      </w:r>
    </w:p>
  </w:footnote>
  <w:footnote w:type="continuationSeparator" w:id="0">
    <w:p w:rsidR="003C44F1" w:rsidRDefault="003C4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3C44F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F1"/>
    <w:rsid w:val="00016E3B"/>
    <w:rsid w:val="000266FD"/>
    <w:rsid w:val="0003782A"/>
    <w:rsid w:val="00042601"/>
    <w:rsid w:val="00082FF5"/>
    <w:rsid w:val="00086CED"/>
    <w:rsid w:val="000A3239"/>
    <w:rsid w:val="000C0F48"/>
    <w:rsid w:val="000D25CF"/>
    <w:rsid w:val="000D2749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05EE"/>
    <w:rsid w:val="002155F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C44F1"/>
    <w:rsid w:val="003D2437"/>
    <w:rsid w:val="003F7FA3"/>
    <w:rsid w:val="00400424"/>
    <w:rsid w:val="004063ED"/>
    <w:rsid w:val="0041713E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203AC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E30A1"/>
    <w:rsid w:val="00AF27D7"/>
    <w:rsid w:val="00B46ED4"/>
    <w:rsid w:val="00B67AFA"/>
    <w:rsid w:val="00B930C2"/>
    <w:rsid w:val="00BD2FB5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D741ED7A-2CC2-4C8B-9489-BC1A85A2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2105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105E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LT%20Leg\Arterial%20Study%20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65B2-8DA0-49DE-AA04-B596190C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Study TE.dot</Template>
  <TotalTime>24</TotalTime>
  <Pages>1</Pages>
  <Words>115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Cullinan, Justin</dc:creator>
  <cp:keywords/>
  <cp:lastModifiedBy>Yeung, Alwin</cp:lastModifiedBy>
  <cp:revision>3</cp:revision>
  <cp:lastPrinted>2021-10-12T09:48:00Z</cp:lastPrinted>
  <dcterms:created xsi:type="dcterms:W3CDTF">2021-10-12T09:26:00Z</dcterms:created>
  <dcterms:modified xsi:type="dcterms:W3CDTF">2021-10-20T13:30:00Z</dcterms:modified>
  <cp:category>Patient Report</cp:category>
</cp:coreProperties>
</file>